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6D71" w:rsidRPr="00BD6D71" w:rsidRDefault="00B92020" w:rsidP="00BD6D7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0F8C30" wp14:editId="7A81B0E0">
                <wp:simplePos x="0" y="0"/>
                <wp:positionH relativeFrom="margin">
                  <wp:posOffset>188264</wp:posOffset>
                </wp:positionH>
                <wp:positionV relativeFrom="paragraph">
                  <wp:posOffset>0</wp:posOffset>
                </wp:positionV>
                <wp:extent cx="3832860" cy="401955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2860" cy="401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D6D71" w:rsidRPr="00BD6D71" w:rsidRDefault="00BD6D71" w:rsidP="00B92020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44"/>
                                <w:szCs w:val="44"/>
                              </w:rPr>
                            </w:pPr>
                            <w:r w:rsidRPr="00BD6D71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44"/>
                                <w:szCs w:val="44"/>
                              </w:rPr>
                              <w:t>寒中</w:t>
                            </w:r>
                            <w:r w:rsidRPr="00BD6D71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44"/>
                                <w:szCs w:val="44"/>
                              </w:rPr>
                              <w:t>お見舞い申し上げます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0F8C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4.8pt;margin-top:0;width:301.8pt;height:31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" filled="f" stroked="f" strokeweight=".5pt">
                <v:textbox inset="5.85pt,.7pt,5.85pt,.7pt">
                  <w:txbxContent>
                    <w:p w:rsidR="00BD6D71" w:rsidRPr="00BD6D71" w:rsidRDefault="00BD6D71" w:rsidP="00B92020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noProof/>
                          <w:sz w:val="44"/>
                          <w:szCs w:val="44"/>
                        </w:rPr>
                      </w:pPr>
                      <w:r w:rsidRPr="00BD6D71">
                        <w:rPr>
                          <w:rFonts w:ascii="HG丸ｺﾞｼｯｸM-PRO" w:eastAsia="HG丸ｺﾞｼｯｸM-PRO" w:hAnsi="HG丸ｺﾞｼｯｸM-PRO" w:hint="eastAsia"/>
                          <w:noProof/>
                          <w:sz w:val="44"/>
                          <w:szCs w:val="44"/>
                        </w:rPr>
                        <w:t>寒中</w:t>
                      </w:r>
                      <w:r w:rsidRPr="00BD6D71">
                        <w:rPr>
                          <w:rFonts w:ascii="HG丸ｺﾞｼｯｸM-PRO" w:eastAsia="HG丸ｺﾞｼｯｸM-PRO" w:hAnsi="HG丸ｺﾞｼｯｸM-PRO"/>
                          <w:noProof/>
                          <w:sz w:val="44"/>
                          <w:szCs w:val="44"/>
                        </w:rPr>
                        <w:t>お見舞い申し上げます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3" behindDoc="0" locked="0" layoutInCell="1" allowOverlap="1">
            <wp:simplePos x="0" y="0"/>
            <wp:positionH relativeFrom="margin">
              <wp:posOffset>-179400</wp:posOffset>
            </wp:positionH>
            <wp:positionV relativeFrom="paragraph">
              <wp:posOffset>-477520</wp:posOffset>
            </wp:positionV>
            <wp:extent cx="5007680" cy="3306470"/>
            <wp:effectExtent l="0" t="0" r="2540" b="8255"/>
            <wp:wrapNone/>
            <wp:docPr id="3" name="図 3" descr="C:\Users\tsuchiya\AppData\Local\Microsoft\Windows\INetCache\Content.Word\寒中見舞い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寒中見舞い-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7680" cy="330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D6D71" w:rsidRPr="00BD6D71" w:rsidSect="00A92C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392" w:h="5670" w:orient="landscape" w:code="43"/>
      <w:pgMar w:top="851" w:right="567" w:bottom="851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6CB9" w:rsidRDefault="004E6CB9" w:rsidP="004E0190">
      <w:r>
        <w:separator/>
      </w:r>
    </w:p>
  </w:endnote>
  <w:endnote w:type="continuationSeparator" w:id="0">
    <w:p w:rsidR="004E6CB9" w:rsidRDefault="004E6CB9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6CB9" w:rsidRDefault="004E6CB9" w:rsidP="004E0190">
      <w:r>
        <w:separator/>
      </w:r>
    </w:p>
  </w:footnote>
  <w:footnote w:type="continuationSeparator" w:id="0">
    <w:p w:rsidR="004E6CB9" w:rsidRDefault="004E6CB9" w:rsidP="004E0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 w:rsidP="00A92C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 w:rsidP="00A92C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embedSystemFonts/>
  <w:bordersDoNotSurroundHeader/>
  <w:bordersDoNotSurroundFooter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137B1C"/>
    <w:rsid w:val="00150913"/>
    <w:rsid w:val="0016628B"/>
    <w:rsid w:val="00177788"/>
    <w:rsid w:val="00186998"/>
    <w:rsid w:val="001B5208"/>
    <w:rsid w:val="002146A8"/>
    <w:rsid w:val="0022450E"/>
    <w:rsid w:val="00233FC2"/>
    <w:rsid w:val="00245A8E"/>
    <w:rsid w:val="00246FEA"/>
    <w:rsid w:val="0024718F"/>
    <w:rsid w:val="002626EE"/>
    <w:rsid w:val="00275E5D"/>
    <w:rsid w:val="002A4627"/>
    <w:rsid w:val="002B167E"/>
    <w:rsid w:val="002D02AC"/>
    <w:rsid w:val="003110A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53822"/>
    <w:rsid w:val="004A195C"/>
    <w:rsid w:val="004E0190"/>
    <w:rsid w:val="004E6CB9"/>
    <w:rsid w:val="004F488B"/>
    <w:rsid w:val="00504C08"/>
    <w:rsid w:val="0052439C"/>
    <w:rsid w:val="0053441E"/>
    <w:rsid w:val="0054608B"/>
    <w:rsid w:val="005645CF"/>
    <w:rsid w:val="005B1E6A"/>
    <w:rsid w:val="005E06E1"/>
    <w:rsid w:val="00607786"/>
    <w:rsid w:val="006177E0"/>
    <w:rsid w:val="00617CA9"/>
    <w:rsid w:val="006525DC"/>
    <w:rsid w:val="00697E77"/>
    <w:rsid w:val="006C0513"/>
    <w:rsid w:val="00724FBF"/>
    <w:rsid w:val="00733928"/>
    <w:rsid w:val="00776CFD"/>
    <w:rsid w:val="007E215A"/>
    <w:rsid w:val="00821391"/>
    <w:rsid w:val="008316B1"/>
    <w:rsid w:val="0083413F"/>
    <w:rsid w:val="00840015"/>
    <w:rsid w:val="00890B10"/>
    <w:rsid w:val="00894E0E"/>
    <w:rsid w:val="00895D8A"/>
    <w:rsid w:val="008C0D90"/>
    <w:rsid w:val="00961A53"/>
    <w:rsid w:val="009753C9"/>
    <w:rsid w:val="009B3278"/>
    <w:rsid w:val="009D6630"/>
    <w:rsid w:val="009E27F1"/>
    <w:rsid w:val="00A07B14"/>
    <w:rsid w:val="00A13072"/>
    <w:rsid w:val="00A21B07"/>
    <w:rsid w:val="00A23A55"/>
    <w:rsid w:val="00A92C5D"/>
    <w:rsid w:val="00AC6EE1"/>
    <w:rsid w:val="00AD1C4D"/>
    <w:rsid w:val="00AD4AAF"/>
    <w:rsid w:val="00AD7447"/>
    <w:rsid w:val="00AF3DC7"/>
    <w:rsid w:val="00B01958"/>
    <w:rsid w:val="00B12EE9"/>
    <w:rsid w:val="00B757BB"/>
    <w:rsid w:val="00B90534"/>
    <w:rsid w:val="00B92020"/>
    <w:rsid w:val="00BA5800"/>
    <w:rsid w:val="00BD596C"/>
    <w:rsid w:val="00BD6D71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2017-05-10T12:10:00Z</dcterms:created>
  <dcterms:modified xsi:type="dcterms:W3CDTF">2017-10-23T09:15:00Z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